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87E094" w14:textId="77777777" w:rsidR="006F6B82" w:rsidRPr="00BF27D4" w:rsidRDefault="002677DD" w:rsidP="0091279B">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55BF8BB8" w14:textId="77777777" w:rsidR="006F6B82" w:rsidRDefault="006F6B82" w:rsidP="0091279B">
      <w:pPr>
        <w:jc w:val="center"/>
        <w:rPr>
          <w:caps/>
          <w:szCs w:val="24"/>
        </w:rPr>
      </w:pPr>
    </w:p>
    <w:p w14:paraId="305FF8B9" w14:textId="77777777" w:rsidR="0091279B" w:rsidRPr="00BF27D4" w:rsidRDefault="0091279B" w:rsidP="0091279B">
      <w:pPr>
        <w:jc w:val="center"/>
        <w:rPr>
          <w:caps/>
          <w:szCs w:val="24"/>
        </w:rPr>
      </w:pPr>
    </w:p>
    <w:p w14:paraId="6CD593BE" w14:textId="77777777" w:rsidR="006F6B82" w:rsidRPr="00BF27D4" w:rsidRDefault="006F6B82" w:rsidP="0091279B">
      <w:pPr>
        <w:jc w:val="center"/>
        <w:rPr>
          <w:b/>
        </w:rPr>
      </w:pPr>
      <w:r w:rsidRPr="00BF27D4">
        <w:rPr>
          <w:b/>
        </w:rPr>
        <w:t>SPRENDIMAS</w:t>
      </w:r>
    </w:p>
    <w:p w14:paraId="5891C540" w14:textId="77777777" w:rsidR="009B0372" w:rsidRPr="00F613C0" w:rsidRDefault="009B0372" w:rsidP="0091279B">
      <w:pPr>
        <w:jc w:val="center"/>
        <w:rPr>
          <w:b/>
        </w:rPr>
      </w:pPr>
      <w:r w:rsidRPr="00F613C0">
        <w:rPr>
          <w:b/>
        </w:rPr>
        <w:t xml:space="preserve">DĖL SKUODO RAJONO SAVIVALDYBĖS </w:t>
      </w:r>
      <w:r w:rsidR="007E6994">
        <w:rPr>
          <w:b/>
        </w:rPr>
        <w:t>TARYBOS 202</w:t>
      </w:r>
      <w:r w:rsidR="001162C2">
        <w:rPr>
          <w:b/>
        </w:rPr>
        <w:t>2</w:t>
      </w:r>
      <w:r w:rsidR="007E6994">
        <w:rPr>
          <w:b/>
        </w:rPr>
        <w:t xml:space="preserve"> M. </w:t>
      </w:r>
      <w:r w:rsidR="001162C2">
        <w:rPr>
          <w:b/>
        </w:rPr>
        <w:t xml:space="preserve">GEGUŽĖS </w:t>
      </w:r>
      <w:r w:rsidR="007E6994">
        <w:rPr>
          <w:b/>
        </w:rPr>
        <w:t>2</w:t>
      </w:r>
      <w:r w:rsidR="001162C2">
        <w:rPr>
          <w:b/>
        </w:rPr>
        <w:t>6</w:t>
      </w:r>
      <w:r w:rsidR="007E6994">
        <w:rPr>
          <w:b/>
        </w:rPr>
        <w:t xml:space="preserve"> D. SPRENDIMO NR. T9-1</w:t>
      </w:r>
      <w:r w:rsidR="001162C2">
        <w:rPr>
          <w:b/>
        </w:rPr>
        <w:t>19</w:t>
      </w:r>
      <w:r w:rsidR="007E6994">
        <w:rPr>
          <w:b/>
        </w:rPr>
        <w:t xml:space="preserve"> „DĖL SKUODO RAJONO SAVIVALDYBĖS </w:t>
      </w:r>
      <w:r w:rsidR="001162C2">
        <w:rPr>
          <w:b/>
        </w:rPr>
        <w:t>TRADICINIŲ RELIGINIŲ BENDRUOMENIŲ FINANSAVIMO TVARKOS APRAŠO PATVIRTINIMO</w:t>
      </w:r>
      <w:r w:rsidR="007E6994">
        <w:rPr>
          <w:b/>
        </w:rPr>
        <w:t xml:space="preserve">“ </w:t>
      </w:r>
      <w:r w:rsidRPr="00F613C0">
        <w:rPr>
          <w:b/>
        </w:rPr>
        <w:t>PA</w:t>
      </w:r>
      <w:r w:rsidR="001E5A4E">
        <w:rPr>
          <w:b/>
        </w:rPr>
        <w:t>KEITIMO</w:t>
      </w:r>
    </w:p>
    <w:p w14:paraId="6B49115F" w14:textId="77777777" w:rsidR="00CE7666" w:rsidRDefault="00CE7666" w:rsidP="0091279B">
      <w:pPr>
        <w:jc w:val="center"/>
        <w:rPr>
          <w:b/>
        </w:rPr>
      </w:pPr>
    </w:p>
    <w:p w14:paraId="6D2C63A4" w14:textId="77777777" w:rsidR="00370FAC" w:rsidRPr="00BF27D4" w:rsidRDefault="006F6B82" w:rsidP="0091279B">
      <w:pPr>
        <w:jc w:val="center"/>
        <w:rPr>
          <w:szCs w:val="24"/>
        </w:rPr>
      </w:pPr>
      <w:r w:rsidRPr="00BF27D4">
        <w:rPr>
          <w:szCs w:val="24"/>
        </w:rPr>
        <w:t>20</w:t>
      </w:r>
      <w:r w:rsidR="00BC79DE">
        <w:rPr>
          <w:szCs w:val="24"/>
        </w:rPr>
        <w:t>2</w:t>
      </w:r>
      <w:r w:rsidR="001E5A4E">
        <w:rPr>
          <w:szCs w:val="24"/>
        </w:rPr>
        <w:t>4</w:t>
      </w:r>
      <w:r w:rsidR="00BC79DE">
        <w:rPr>
          <w:szCs w:val="24"/>
        </w:rPr>
        <w:t xml:space="preserve"> </w:t>
      </w:r>
      <w:r w:rsidRPr="00BF27D4">
        <w:rPr>
          <w:szCs w:val="24"/>
        </w:rPr>
        <w:t>m.</w:t>
      </w:r>
      <w:r w:rsidR="002677DD">
        <w:rPr>
          <w:szCs w:val="24"/>
        </w:rPr>
        <w:t xml:space="preserve"> </w:t>
      </w:r>
      <w:r w:rsidR="001162C2">
        <w:rPr>
          <w:szCs w:val="24"/>
        </w:rPr>
        <w:t>spalio</w:t>
      </w:r>
      <w:r w:rsidR="00961D9E">
        <w:rPr>
          <w:szCs w:val="24"/>
        </w:rPr>
        <w:t xml:space="preserve"> 21 </w:t>
      </w:r>
      <w:r w:rsidRPr="00BF27D4">
        <w:rPr>
          <w:szCs w:val="24"/>
        </w:rPr>
        <w:t xml:space="preserve">d. Nr. </w:t>
      </w:r>
      <w:r w:rsidR="009C4AF5" w:rsidRPr="00BF27D4">
        <w:rPr>
          <w:szCs w:val="24"/>
        </w:rPr>
        <w:t>T</w:t>
      </w:r>
      <w:r w:rsidR="001E5A4E">
        <w:rPr>
          <w:szCs w:val="24"/>
        </w:rPr>
        <w:t>10</w:t>
      </w:r>
      <w:r w:rsidR="00F961CC">
        <w:rPr>
          <w:szCs w:val="24"/>
        </w:rPr>
        <w:t>-</w:t>
      </w:r>
      <w:r w:rsidR="00961D9E">
        <w:rPr>
          <w:szCs w:val="24"/>
        </w:rPr>
        <w:t>224</w:t>
      </w:r>
    </w:p>
    <w:p w14:paraId="5AF78DC7" w14:textId="77777777" w:rsidR="006F6B82" w:rsidRPr="00BF27D4" w:rsidRDefault="002677DD" w:rsidP="0091279B">
      <w:pPr>
        <w:jc w:val="center"/>
        <w:rPr>
          <w:szCs w:val="24"/>
        </w:rPr>
      </w:pPr>
      <w:r>
        <w:rPr>
          <w:szCs w:val="24"/>
        </w:rPr>
        <w:t>Skuodas</w:t>
      </w:r>
    </w:p>
    <w:p w14:paraId="6606E73A" w14:textId="77777777" w:rsidR="006F6B82" w:rsidRPr="00BF27D4" w:rsidRDefault="006F6B82" w:rsidP="0091279B">
      <w:pPr>
        <w:jc w:val="center"/>
        <w:rPr>
          <w:szCs w:val="24"/>
        </w:rPr>
      </w:pPr>
    </w:p>
    <w:p w14:paraId="31E19767" w14:textId="77777777" w:rsidR="00BA39B1" w:rsidRPr="00CE4168" w:rsidRDefault="00BA39B1" w:rsidP="00BA39B1">
      <w:pPr>
        <w:autoSpaceDE w:val="0"/>
        <w:autoSpaceDN w:val="0"/>
        <w:adjustRightInd w:val="0"/>
        <w:ind w:firstLine="1134"/>
        <w:jc w:val="both"/>
        <w:rPr>
          <w:rFonts w:ascii="TimesNewRomanPS-BoldMT" w:eastAsia="Calibri" w:hAnsi="TimesNewRomanPS-BoldMT" w:cs="TimesNewRomanPS-BoldMT"/>
          <w:szCs w:val="24"/>
        </w:rPr>
      </w:pPr>
      <w:r w:rsidRPr="00BA39B1">
        <w:t xml:space="preserve">Vadovaudamasi Lietuvos Respublikos vietos savivaldos įstatymo 15 straipsnio 4 </w:t>
      </w:r>
      <w:r w:rsidR="001162C2">
        <w:t>dalimi</w:t>
      </w:r>
      <w:r w:rsidRPr="00BA39B1">
        <w:t xml:space="preserve">, </w:t>
      </w:r>
      <w:r w:rsidR="007E6994">
        <w:t xml:space="preserve">Skuodo rajono savivaldybės taryba </w:t>
      </w:r>
      <w:r w:rsidR="007E6994" w:rsidRPr="00961D9E">
        <w:rPr>
          <w:spacing w:val="40"/>
        </w:rPr>
        <w:t>n</w:t>
      </w:r>
      <w:r w:rsidR="00961D9E" w:rsidRPr="00961D9E">
        <w:rPr>
          <w:spacing w:val="40"/>
        </w:rPr>
        <w:t>usprendži</w:t>
      </w:r>
      <w:r w:rsidR="00961D9E">
        <w:t>a</w:t>
      </w:r>
      <w:r w:rsidR="007E6994">
        <w:t>:</w:t>
      </w:r>
    </w:p>
    <w:p w14:paraId="367A2382" w14:textId="77777777" w:rsidR="00BA39B1" w:rsidRPr="00BA39B1" w:rsidRDefault="001E5A4E" w:rsidP="00BA39B1">
      <w:pPr>
        <w:ind w:firstLine="1247"/>
        <w:jc w:val="both"/>
        <w:rPr>
          <w:szCs w:val="24"/>
        </w:rPr>
      </w:pPr>
      <w:r>
        <w:rPr>
          <w:szCs w:val="24"/>
        </w:rPr>
        <w:t xml:space="preserve">1. </w:t>
      </w:r>
      <w:r w:rsidR="007E6994">
        <w:rPr>
          <w:szCs w:val="24"/>
        </w:rPr>
        <w:t>Pakeisti</w:t>
      </w:r>
      <w:r w:rsidR="00BA39B1" w:rsidRPr="00BA39B1">
        <w:rPr>
          <w:szCs w:val="24"/>
        </w:rPr>
        <w:t xml:space="preserve"> Skuodo rajono savivaldybės</w:t>
      </w:r>
      <w:r w:rsidR="007E6994">
        <w:rPr>
          <w:szCs w:val="24"/>
        </w:rPr>
        <w:t xml:space="preserve"> tarybos 202</w:t>
      </w:r>
      <w:r w:rsidR="001162C2">
        <w:rPr>
          <w:szCs w:val="24"/>
        </w:rPr>
        <w:t>2</w:t>
      </w:r>
      <w:r w:rsidR="007E6994">
        <w:rPr>
          <w:szCs w:val="24"/>
        </w:rPr>
        <w:t xml:space="preserve"> m. </w:t>
      </w:r>
      <w:r w:rsidR="001162C2">
        <w:rPr>
          <w:szCs w:val="24"/>
        </w:rPr>
        <w:t>gegužės</w:t>
      </w:r>
      <w:r w:rsidR="007E6994">
        <w:rPr>
          <w:szCs w:val="24"/>
        </w:rPr>
        <w:t xml:space="preserve"> 2</w:t>
      </w:r>
      <w:r w:rsidR="001162C2">
        <w:rPr>
          <w:szCs w:val="24"/>
        </w:rPr>
        <w:t>6</w:t>
      </w:r>
      <w:r w:rsidR="007E6994">
        <w:rPr>
          <w:szCs w:val="24"/>
        </w:rPr>
        <w:t xml:space="preserve"> d. sprendim</w:t>
      </w:r>
      <w:r w:rsidR="006A3C40">
        <w:rPr>
          <w:szCs w:val="24"/>
        </w:rPr>
        <w:t>ą</w:t>
      </w:r>
      <w:r w:rsidR="007E6994">
        <w:rPr>
          <w:szCs w:val="24"/>
        </w:rPr>
        <w:t xml:space="preserve"> Nr. T9-1</w:t>
      </w:r>
      <w:r w:rsidR="001162C2">
        <w:rPr>
          <w:szCs w:val="24"/>
        </w:rPr>
        <w:t>19</w:t>
      </w:r>
      <w:r w:rsidR="007E6994">
        <w:rPr>
          <w:szCs w:val="24"/>
        </w:rPr>
        <w:t xml:space="preserve"> „Dėl S</w:t>
      </w:r>
      <w:r w:rsidR="007E6994" w:rsidRPr="007E6994">
        <w:rPr>
          <w:szCs w:val="24"/>
        </w:rPr>
        <w:t xml:space="preserve">kuodo rajono savivaldybės </w:t>
      </w:r>
      <w:r w:rsidR="001162C2">
        <w:rPr>
          <w:rFonts w:ascii="TimesNewRomanPS-BoldMT" w:eastAsia="Calibri" w:hAnsi="TimesNewRomanPS-BoldMT" w:cs="TimesNewRomanPS-BoldMT"/>
          <w:szCs w:val="24"/>
        </w:rPr>
        <w:t>tradicinių religinių bendruomenių finansavimo tvarkos aprašo patvirtinimo</w:t>
      </w:r>
      <w:r w:rsidR="007E6994">
        <w:rPr>
          <w:szCs w:val="24"/>
        </w:rPr>
        <w:t>“</w:t>
      </w:r>
      <w:r w:rsidR="006A3C40">
        <w:rPr>
          <w:szCs w:val="24"/>
        </w:rPr>
        <w:t xml:space="preserve"> ir</w:t>
      </w:r>
      <w:r w:rsidR="00337A76">
        <w:rPr>
          <w:szCs w:val="24"/>
        </w:rPr>
        <w:t xml:space="preserve"> </w:t>
      </w:r>
      <w:r w:rsidR="001162C2">
        <w:rPr>
          <w:szCs w:val="24"/>
        </w:rPr>
        <w:t>6</w:t>
      </w:r>
      <w:r w:rsidR="007E6994">
        <w:rPr>
          <w:szCs w:val="24"/>
        </w:rPr>
        <w:t xml:space="preserve"> punktą</w:t>
      </w:r>
      <w:r w:rsidR="001162C2">
        <w:rPr>
          <w:szCs w:val="24"/>
        </w:rPr>
        <w:t xml:space="preserve"> </w:t>
      </w:r>
      <w:r w:rsidR="007E6994">
        <w:rPr>
          <w:szCs w:val="24"/>
        </w:rPr>
        <w:t>išdėstyti taip:</w:t>
      </w:r>
    </w:p>
    <w:p w14:paraId="06B10AF2" w14:textId="77DB25E2" w:rsidR="00BA39B1" w:rsidRPr="00BA39B1" w:rsidRDefault="009E61FA" w:rsidP="00BA39B1">
      <w:pPr>
        <w:ind w:firstLine="1247"/>
        <w:jc w:val="both"/>
        <w:rPr>
          <w:szCs w:val="24"/>
        </w:rPr>
      </w:pPr>
      <w:r>
        <w:rPr>
          <w:szCs w:val="24"/>
        </w:rPr>
        <w:t>,,</w:t>
      </w:r>
      <w:r w:rsidR="001162C2">
        <w:rPr>
          <w:szCs w:val="24"/>
        </w:rPr>
        <w:t>6</w:t>
      </w:r>
      <w:r w:rsidR="00BA39B1" w:rsidRPr="00BA39B1">
        <w:rPr>
          <w:szCs w:val="24"/>
        </w:rPr>
        <w:t xml:space="preserve">. </w:t>
      </w:r>
      <w:r w:rsidR="001162C2">
        <w:rPr>
          <w:szCs w:val="24"/>
        </w:rPr>
        <w:t>Kvietimas teikti paraiškas finansavimui gauti paskelbiamas per mėnesį nuo Programos lėšų patvirtinimo.</w:t>
      </w:r>
      <w:r w:rsidR="00BA2822">
        <w:rPr>
          <w:szCs w:val="24"/>
        </w:rPr>
        <w:t xml:space="preserve"> </w:t>
      </w:r>
      <w:r w:rsidR="00BA2822" w:rsidRPr="00BA2822">
        <w:rPr>
          <w:strike/>
          <w:szCs w:val="24"/>
        </w:rPr>
        <w:t>Esant poreikiui</w:t>
      </w:r>
      <w:r w:rsidR="00BA2822">
        <w:rPr>
          <w:szCs w:val="24"/>
        </w:rPr>
        <w:t xml:space="preserve"> </w:t>
      </w:r>
      <w:r w:rsidR="001162C2" w:rsidRPr="00BA2822">
        <w:rPr>
          <w:b/>
          <w:bCs/>
          <w:szCs w:val="24"/>
        </w:rPr>
        <w:t xml:space="preserve">Esant </w:t>
      </w:r>
      <w:r w:rsidR="00991D2B" w:rsidRPr="00BA2822">
        <w:rPr>
          <w:b/>
          <w:bCs/>
          <w:szCs w:val="24"/>
        </w:rPr>
        <w:t>lėšų Programoje</w:t>
      </w:r>
      <w:r w:rsidR="00991D2B">
        <w:rPr>
          <w:szCs w:val="24"/>
        </w:rPr>
        <w:t xml:space="preserve">, gali būti skelbiamas papildomas </w:t>
      </w:r>
      <w:r w:rsidR="001162C2">
        <w:rPr>
          <w:szCs w:val="24"/>
        </w:rPr>
        <w:t>kvietimas</w:t>
      </w:r>
      <w:r w:rsidR="006A3C40">
        <w:rPr>
          <w:szCs w:val="24"/>
        </w:rPr>
        <w:t>.</w:t>
      </w:r>
      <w:r>
        <w:rPr>
          <w:szCs w:val="24"/>
        </w:rPr>
        <w:t>“</w:t>
      </w:r>
    </w:p>
    <w:p w14:paraId="50FD9BC9" w14:textId="77777777" w:rsidR="00BA39B1" w:rsidRPr="00BA39B1" w:rsidRDefault="001162C2" w:rsidP="00BA39B1">
      <w:pPr>
        <w:ind w:firstLine="1247"/>
        <w:jc w:val="both"/>
      </w:pPr>
      <w:r>
        <w:t>2</w:t>
      </w:r>
      <w:r w:rsidR="00337A76">
        <w:t>. Nurodyti, kad š</w:t>
      </w:r>
      <w:r w:rsidR="00BA39B1" w:rsidRPr="00BA39B1">
        <w:t xml:space="preserve">is sprendimas gali būti skundžiamas </w:t>
      </w:r>
      <w:r w:rsidR="009E61FA" w:rsidRPr="00B655BE">
        <w:t>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2C4E5EDD" w14:textId="77777777" w:rsidR="002677DD" w:rsidRDefault="002677DD" w:rsidP="00C21F6E">
      <w:pPr>
        <w:jc w:val="both"/>
        <w:rPr>
          <w:szCs w:val="24"/>
        </w:rPr>
      </w:pPr>
    </w:p>
    <w:p w14:paraId="559A0CE4" w14:textId="77777777" w:rsidR="00337A76" w:rsidRDefault="00337A76" w:rsidP="00C21F6E">
      <w:pPr>
        <w:jc w:val="both"/>
        <w:rPr>
          <w:szCs w:val="24"/>
        </w:rPr>
      </w:pPr>
    </w:p>
    <w:p w14:paraId="11ED610C" w14:textId="77777777" w:rsidR="00337A76" w:rsidRPr="00BF27D4" w:rsidRDefault="00337A76" w:rsidP="00C21F6E">
      <w:pPr>
        <w:jc w:val="both"/>
        <w:rPr>
          <w:szCs w:val="24"/>
        </w:rPr>
      </w:pPr>
    </w:p>
    <w:p w14:paraId="5AB0B125" w14:textId="77777777" w:rsidR="00337A76" w:rsidRDefault="006F6B82" w:rsidP="00D17CEE">
      <w:pPr>
        <w:tabs>
          <w:tab w:val="left" w:pos="7044"/>
        </w:tabs>
        <w:jc w:val="both"/>
      </w:pPr>
      <w:r w:rsidRPr="00BF27D4">
        <w:t>Savivaldybės meras</w:t>
      </w:r>
    </w:p>
    <w:p w14:paraId="4788C397" w14:textId="77777777" w:rsidR="00337A76" w:rsidRDefault="00337A76" w:rsidP="00D17CEE">
      <w:pPr>
        <w:tabs>
          <w:tab w:val="left" w:pos="7044"/>
        </w:tabs>
        <w:jc w:val="both"/>
      </w:pPr>
    </w:p>
    <w:p w14:paraId="64C447F4" w14:textId="77777777" w:rsidR="00337A76" w:rsidRDefault="00337A76" w:rsidP="00D17CEE">
      <w:pPr>
        <w:tabs>
          <w:tab w:val="left" w:pos="7044"/>
        </w:tabs>
        <w:jc w:val="both"/>
      </w:pPr>
    </w:p>
    <w:p w14:paraId="59093C26" w14:textId="77777777" w:rsidR="00337A76" w:rsidRDefault="00337A76" w:rsidP="00D17CEE">
      <w:pPr>
        <w:tabs>
          <w:tab w:val="left" w:pos="7044"/>
        </w:tabs>
        <w:jc w:val="both"/>
      </w:pPr>
    </w:p>
    <w:p w14:paraId="525555D8" w14:textId="77777777" w:rsidR="00337A76" w:rsidRDefault="00337A76" w:rsidP="00D17CEE">
      <w:pPr>
        <w:tabs>
          <w:tab w:val="left" w:pos="7044"/>
        </w:tabs>
        <w:jc w:val="both"/>
      </w:pPr>
    </w:p>
    <w:p w14:paraId="2ECB29B8" w14:textId="77777777" w:rsidR="00337A76" w:rsidRDefault="00337A76" w:rsidP="00D17CEE">
      <w:pPr>
        <w:tabs>
          <w:tab w:val="left" w:pos="7044"/>
        </w:tabs>
        <w:jc w:val="both"/>
      </w:pPr>
    </w:p>
    <w:p w14:paraId="430C410D" w14:textId="77777777" w:rsidR="00337A76" w:rsidRDefault="00337A76" w:rsidP="00D17CEE">
      <w:pPr>
        <w:tabs>
          <w:tab w:val="left" w:pos="7044"/>
        </w:tabs>
        <w:jc w:val="both"/>
      </w:pPr>
    </w:p>
    <w:p w14:paraId="482854F5" w14:textId="77777777" w:rsidR="00337A76" w:rsidRDefault="00337A76" w:rsidP="00D17CEE">
      <w:pPr>
        <w:tabs>
          <w:tab w:val="left" w:pos="7044"/>
        </w:tabs>
        <w:jc w:val="both"/>
      </w:pPr>
    </w:p>
    <w:p w14:paraId="4E500E8C" w14:textId="77777777" w:rsidR="00337A76" w:rsidRDefault="00337A76" w:rsidP="00D17CEE">
      <w:pPr>
        <w:tabs>
          <w:tab w:val="left" w:pos="7044"/>
        </w:tabs>
        <w:jc w:val="both"/>
      </w:pPr>
    </w:p>
    <w:p w14:paraId="704AFF00" w14:textId="77777777" w:rsidR="00337A76" w:rsidRDefault="00337A76" w:rsidP="00D17CEE">
      <w:pPr>
        <w:tabs>
          <w:tab w:val="left" w:pos="7044"/>
        </w:tabs>
        <w:jc w:val="both"/>
      </w:pPr>
    </w:p>
    <w:p w14:paraId="0825A3A8" w14:textId="77777777" w:rsidR="00337A76" w:rsidRDefault="00337A76" w:rsidP="00D17CEE">
      <w:pPr>
        <w:tabs>
          <w:tab w:val="left" w:pos="7044"/>
        </w:tabs>
        <w:jc w:val="both"/>
      </w:pPr>
    </w:p>
    <w:p w14:paraId="270412DD" w14:textId="77777777" w:rsidR="00337A76" w:rsidRDefault="00337A76" w:rsidP="00D17CEE">
      <w:pPr>
        <w:tabs>
          <w:tab w:val="left" w:pos="7044"/>
        </w:tabs>
        <w:jc w:val="both"/>
      </w:pPr>
    </w:p>
    <w:p w14:paraId="62546FEA" w14:textId="77777777" w:rsidR="00337A76" w:rsidRDefault="00337A76" w:rsidP="00D17CEE">
      <w:pPr>
        <w:tabs>
          <w:tab w:val="left" w:pos="7044"/>
        </w:tabs>
        <w:jc w:val="both"/>
      </w:pPr>
    </w:p>
    <w:p w14:paraId="5C5656B9" w14:textId="77777777" w:rsidR="00337A76" w:rsidRDefault="00337A76" w:rsidP="00D17CEE">
      <w:pPr>
        <w:tabs>
          <w:tab w:val="left" w:pos="7044"/>
        </w:tabs>
        <w:jc w:val="both"/>
      </w:pPr>
    </w:p>
    <w:p w14:paraId="7749D491" w14:textId="77777777" w:rsidR="00337A76" w:rsidRDefault="00337A76" w:rsidP="00D17CEE">
      <w:pPr>
        <w:tabs>
          <w:tab w:val="left" w:pos="7044"/>
        </w:tabs>
        <w:jc w:val="both"/>
      </w:pPr>
    </w:p>
    <w:p w14:paraId="666CA4F3" w14:textId="77777777" w:rsidR="00337A76" w:rsidRDefault="00337A76" w:rsidP="00D17CEE">
      <w:pPr>
        <w:tabs>
          <w:tab w:val="left" w:pos="7044"/>
        </w:tabs>
        <w:jc w:val="both"/>
      </w:pPr>
    </w:p>
    <w:p w14:paraId="7100FC3B" w14:textId="77777777" w:rsidR="00337A76" w:rsidRDefault="00337A76" w:rsidP="00D17CEE">
      <w:pPr>
        <w:tabs>
          <w:tab w:val="left" w:pos="7044"/>
        </w:tabs>
        <w:jc w:val="both"/>
      </w:pPr>
    </w:p>
    <w:p w14:paraId="4DD94A3C" w14:textId="77777777" w:rsidR="00337A76" w:rsidRDefault="00337A76" w:rsidP="00D17CEE">
      <w:pPr>
        <w:tabs>
          <w:tab w:val="left" w:pos="7044"/>
        </w:tabs>
        <w:jc w:val="both"/>
      </w:pPr>
    </w:p>
    <w:p w14:paraId="2401C1BB" w14:textId="77777777" w:rsidR="00337A76" w:rsidRDefault="00337A76" w:rsidP="00D17CEE">
      <w:pPr>
        <w:tabs>
          <w:tab w:val="left" w:pos="7044"/>
        </w:tabs>
        <w:jc w:val="both"/>
      </w:pPr>
    </w:p>
    <w:p w14:paraId="7271E5EB" w14:textId="77777777" w:rsidR="00337A76" w:rsidRDefault="00337A76" w:rsidP="00D17CEE">
      <w:pPr>
        <w:tabs>
          <w:tab w:val="left" w:pos="7044"/>
        </w:tabs>
        <w:jc w:val="both"/>
      </w:pPr>
    </w:p>
    <w:p w14:paraId="168E510C" w14:textId="77777777" w:rsidR="00BA39B1" w:rsidRDefault="00A9644B" w:rsidP="00D17CEE">
      <w:pPr>
        <w:tabs>
          <w:tab w:val="left" w:pos="7044"/>
        </w:tabs>
        <w:jc w:val="both"/>
      </w:pPr>
      <w:r>
        <w:t>Gintas Andriekus, tel. +370 686 58</w:t>
      </w:r>
      <w:r w:rsidR="006A3C40">
        <w:t xml:space="preserve"> </w:t>
      </w:r>
      <w:r>
        <w:t>675</w:t>
      </w:r>
    </w:p>
    <w:p w14:paraId="6CC809C1" w14:textId="77777777" w:rsidR="0091279B" w:rsidRDefault="0091279B" w:rsidP="0091279B">
      <w:pPr>
        <w:tabs>
          <w:tab w:val="left" w:pos="7044"/>
        </w:tabs>
        <w:jc w:val="center"/>
      </w:pPr>
    </w:p>
    <w:sectPr w:rsidR="0091279B" w:rsidSect="001E5A4E">
      <w:headerReference w:type="even" r:id="rId7"/>
      <w:headerReference w:type="default" r:id="rId8"/>
      <w:footerReference w:type="even" r:id="rId9"/>
      <w:footerReference w:type="default" r:id="rId10"/>
      <w:headerReference w:type="first" r:id="rId11"/>
      <w:footerReference w:type="first" r:id="rId12"/>
      <w:pgSz w:w="11906" w:h="16838" w:code="9"/>
      <w:pgMar w:top="567" w:right="567" w:bottom="426"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879B25" w14:textId="77777777" w:rsidR="001B79DE" w:rsidRDefault="001B79DE">
      <w:r>
        <w:separator/>
      </w:r>
    </w:p>
  </w:endnote>
  <w:endnote w:type="continuationSeparator" w:id="0">
    <w:p w14:paraId="5316868D" w14:textId="77777777" w:rsidR="001B79DE" w:rsidRDefault="001B7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27AB7D" w14:textId="77777777" w:rsidR="003B0104" w:rsidRDefault="003B0104">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3B409" w14:textId="77777777" w:rsidR="003B0104" w:rsidRDefault="003B0104">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F85B3" w14:textId="77777777" w:rsidR="003B0104" w:rsidRDefault="003B010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1B106A" w14:textId="77777777" w:rsidR="001B79DE" w:rsidRDefault="001B79DE">
      <w:r>
        <w:separator/>
      </w:r>
    </w:p>
  </w:footnote>
  <w:footnote w:type="continuationSeparator" w:id="0">
    <w:p w14:paraId="30D9452F" w14:textId="77777777" w:rsidR="001B79DE" w:rsidRDefault="001B79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08447" w14:textId="77777777" w:rsidR="003B0104" w:rsidRDefault="003B010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77665" w14:textId="77777777" w:rsidR="003B0104" w:rsidRDefault="003B0104">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D992F" w14:textId="1421BF56" w:rsidR="00BC79DE" w:rsidRDefault="001E5A4E" w:rsidP="00BC79DE">
    <w:pPr>
      <w:pStyle w:val="Antrats"/>
      <w:jc w:val="right"/>
      <w:rPr>
        <w:b/>
        <w:bCs/>
        <w:i/>
        <w:iCs/>
        <w:szCs w:val="24"/>
      </w:rPr>
    </w:pPr>
    <w:r>
      <w:rPr>
        <w:b/>
        <w:bCs/>
        <w:i/>
        <w:iCs/>
        <w:szCs w:val="24"/>
      </w:rPr>
      <w:t>P</w:t>
    </w:r>
    <w:r w:rsidR="003B0104">
      <w:rPr>
        <w:b/>
        <w:bCs/>
        <w:i/>
        <w:iCs/>
        <w:szCs w:val="24"/>
      </w:rPr>
      <w:t>atikslintas p</w:t>
    </w:r>
    <w:r>
      <w:rPr>
        <w:b/>
        <w:bCs/>
        <w:i/>
        <w:iCs/>
        <w:szCs w:val="24"/>
      </w:rPr>
      <w:t>rojektas</w:t>
    </w:r>
  </w:p>
  <w:p w14:paraId="5EDA8719" w14:textId="77777777" w:rsidR="00BC79DE" w:rsidRPr="002C3014" w:rsidRDefault="00BC79DE" w:rsidP="00BC79DE">
    <w:pPr>
      <w:pStyle w:val="Antrats"/>
      <w:jc w:val="cent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F02F4"/>
    <w:multiLevelType w:val="hybridMultilevel"/>
    <w:tmpl w:val="7812E0BC"/>
    <w:lvl w:ilvl="0" w:tplc="F252F188">
      <w:start w:val="1"/>
      <w:numFmt w:val="decimal"/>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1" w15:restartNumberingAfterBreak="0">
    <w:nsid w:val="1E3055C4"/>
    <w:multiLevelType w:val="hybridMultilevel"/>
    <w:tmpl w:val="5F3286B0"/>
    <w:lvl w:ilvl="0" w:tplc="3ED853DA">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2"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5"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3198481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60799740">
    <w:abstractNumId w:val="4"/>
  </w:num>
  <w:num w:numId="3" w16cid:durableId="296762820">
    <w:abstractNumId w:val="3"/>
  </w:num>
  <w:num w:numId="4" w16cid:durableId="1539246239">
    <w:abstractNumId w:val="2"/>
  </w:num>
  <w:num w:numId="5" w16cid:durableId="2132703582">
    <w:abstractNumId w:val="0"/>
  </w:num>
  <w:num w:numId="6" w16cid:durableId="15738573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02354"/>
    <w:rsid w:val="0001520F"/>
    <w:rsid w:val="00043FA6"/>
    <w:rsid w:val="00066639"/>
    <w:rsid w:val="00067B2C"/>
    <w:rsid w:val="000970BC"/>
    <w:rsid w:val="000A3D70"/>
    <w:rsid w:val="000C0FC5"/>
    <w:rsid w:val="000C7C44"/>
    <w:rsid w:val="000D1F18"/>
    <w:rsid w:val="000D4861"/>
    <w:rsid w:val="000E7D3B"/>
    <w:rsid w:val="00101FB4"/>
    <w:rsid w:val="00113058"/>
    <w:rsid w:val="00114F5B"/>
    <w:rsid w:val="001162C2"/>
    <w:rsid w:val="00123E29"/>
    <w:rsid w:val="001314BF"/>
    <w:rsid w:val="00140BB4"/>
    <w:rsid w:val="00144EA8"/>
    <w:rsid w:val="00171452"/>
    <w:rsid w:val="00194558"/>
    <w:rsid w:val="001A48C5"/>
    <w:rsid w:val="001B4142"/>
    <w:rsid w:val="001B79DE"/>
    <w:rsid w:val="001C330E"/>
    <w:rsid w:val="001E5A4E"/>
    <w:rsid w:val="001F5E92"/>
    <w:rsid w:val="001F7F88"/>
    <w:rsid w:val="00205F2D"/>
    <w:rsid w:val="00211A63"/>
    <w:rsid w:val="00215B4E"/>
    <w:rsid w:val="00246733"/>
    <w:rsid w:val="0025092D"/>
    <w:rsid w:val="002677DD"/>
    <w:rsid w:val="002A0BB9"/>
    <w:rsid w:val="002C3014"/>
    <w:rsid w:val="002F5826"/>
    <w:rsid w:val="0032521F"/>
    <w:rsid w:val="00337A76"/>
    <w:rsid w:val="00342D79"/>
    <w:rsid w:val="00346BC0"/>
    <w:rsid w:val="0035115B"/>
    <w:rsid w:val="0035227C"/>
    <w:rsid w:val="00363273"/>
    <w:rsid w:val="00364F96"/>
    <w:rsid w:val="00370FAC"/>
    <w:rsid w:val="00383001"/>
    <w:rsid w:val="003A4903"/>
    <w:rsid w:val="003B0104"/>
    <w:rsid w:val="003B693B"/>
    <w:rsid w:val="003B757B"/>
    <w:rsid w:val="003D6BA6"/>
    <w:rsid w:val="003F3051"/>
    <w:rsid w:val="00404BC4"/>
    <w:rsid w:val="00407F40"/>
    <w:rsid w:val="004334BC"/>
    <w:rsid w:val="0044266D"/>
    <w:rsid w:val="0045016E"/>
    <w:rsid w:val="004730C0"/>
    <w:rsid w:val="00473BE9"/>
    <w:rsid w:val="00486BE1"/>
    <w:rsid w:val="004A0F28"/>
    <w:rsid w:val="004A1A42"/>
    <w:rsid w:val="004A289F"/>
    <w:rsid w:val="004A57D8"/>
    <w:rsid w:val="004D3B39"/>
    <w:rsid w:val="00501D0B"/>
    <w:rsid w:val="00515CDB"/>
    <w:rsid w:val="00530AF2"/>
    <w:rsid w:val="005350F0"/>
    <w:rsid w:val="005510B4"/>
    <w:rsid w:val="005719BD"/>
    <w:rsid w:val="005749A0"/>
    <w:rsid w:val="00587885"/>
    <w:rsid w:val="00595203"/>
    <w:rsid w:val="005972DA"/>
    <w:rsid w:val="005A3237"/>
    <w:rsid w:val="005C6220"/>
    <w:rsid w:val="005C653D"/>
    <w:rsid w:val="005D328F"/>
    <w:rsid w:val="005D3A12"/>
    <w:rsid w:val="005D46DA"/>
    <w:rsid w:val="005D7633"/>
    <w:rsid w:val="005E1B60"/>
    <w:rsid w:val="005F3301"/>
    <w:rsid w:val="0060363C"/>
    <w:rsid w:val="00603D74"/>
    <w:rsid w:val="00623C69"/>
    <w:rsid w:val="006568D9"/>
    <w:rsid w:val="0065791C"/>
    <w:rsid w:val="00662C72"/>
    <w:rsid w:val="00674880"/>
    <w:rsid w:val="006760E3"/>
    <w:rsid w:val="006A3C40"/>
    <w:rsid w:val="006E749F"/>
    <w:rsid w:val="006F6B82"/>
    <w:rsid w:val="0071110E"/>
    <w:rsid w:val="00722981"/>
    <w:rsid w:val="0073281E"/>
    <w:rsid w:val="00733176"/>
    <w:rsid w:val="00735338"/>
    <w:rsid w:val="007521B7"/>
    <w:rsid w:val="0075768B"/>
    <w:rsid w:val="00757F5B"/>
    <w:rsid w:val="00787920"/>
    <w:rsid w:val="0079728E"/>
    <w:rsid w:val="007B5082"/>
    <w:rsid w:val="007B71C2"/>
    <w:rsid w:val="007C5449"/>
    <w:rsid w:val="007C7C66"/>
    <w:rsid w:val="007D4845"/>
    <w:rsid w:val="007D7840"/>
    <w:rsid w:val="007E6994"/>
    <w:rsid w:val="007F0455"/>
    <w:rsid w:val="00806206"/>
    <w:rsid w:val="008151FA"/>
    <w:rsid w:val="00823554"/>
    <w:rsid w:val="00834D9D"/>
    <w:rsid w:val="008470AA"/>
    <w:rsid w:val="00850177"/>
    <w:rsid w:val="00861F25"/>
    <w:rsid w:val="008674BB"/>
    <w:rsid w:val="00873D01"/>
    <w:rsid w:val="00882483"/>
    <w:rsid w:val="008A3B4F"/>
    <w:rsid w:val="008A4BD1"/>
    <w:rsid w:val="008A674D"/>
    <w:rsid w:val="008B2561"/>
    <w:rsid w:val="008C36B2"/>
    <w:rsid w:val="008D5653"/>
    <w:rsid w:val="008E3E36"/>
    <w:rsid w:val="008F78EA"/>
    <w:rsid w:val="009121E4"/>
    <w:rsid w:val="0091279B"/>
    <w:rsid w:val="0091412B"/>
    <w:rsid w:val="00914486"/>
    <w:rsid w:val="0091654D"/>
    <w:rsid w:val="00916C79"/>
    <w:rsid w:val="009320A8"/>
    <w:rsid w:val="00933D49"/>
    <w:rsid w:val="0095543D"/>
    <w:rsid w:val="00956916"/>
    <w:rsid w:val="00961D9E"/>
    <w:rsid w:val="00962B4F"/>
    <w:rsid w:val="00965348"/>
    <w:rsid w:val="0097586C"/>
    <w:rsid w:val="009870E6"/>
    <w:rsid w:val="00991D2B"/>
    <w:rsid w:val="00997771"/>
    <w:rsid w:val="009B0372"/>
    <w:rsid w:val="009B2DEA"/>
    <w:rsid w:val="009B4685"/>
    <w:rsid w:val="009C4AF5"/>
    <w:rsid w:val="009E61FA"/>
    <w:rsid w:val="009F0171"/>
    <w:rsid w:val="009F23D8"/>
    <w:rsid w:val="00A0330D"/>
    <w:rsid w:val="00A1282C"/>
    <w:rsid w:val="00A20E77"/>
    <w:rsid w:val="00A220F4"/>
    <w:rsid w:val="00A24DBA"/>
    <w:rsid w:val="00A416A2"/>
    <w:rsid w:val="00A472F6"/>
    <w:rsid w:val="00A71826"/>
    <w:rsid w:val="00A824BC"/>
    <w:rsid w:val="00A90C6A"/>
    <w:rsid w:val="00A91583"/>
    <w:rsid w:val="00A9644B"/>
    <w:rsid w:val="00AA17F6"/>
    <w:rsid w:val="00AB13B9"/>
    <w:rsid w:val="00AB1B18"/>
    <w:rsid w:val="00AC4B8C"/>
    <w:rsid w:val="00AE221D"/>
    <w:rsid w:val="00AF2495"/>
    <w:rsid w:val="00AF4B9C"/>
    <w:rsid w:val="00B05669"/>
    <w:rsid w:val="00B17FCA"/>
    <w:rsid w:val="00B2188E"/>
    <w:rsid w:val="00B36A69"/>
    <w:rsid w:val="00B45EC2"/>
    <w:rsid w:val="00B46F68"/>
    <w:rsid w:val="00B52527"/>
    <w:rsid w:val="00B61ACA"/>
    <w:rsid w:val="00B65852"/>
    <w:rsid w:val="00B92D26"/>
    <w:rsid w:val="00BA2822"/>
    <w:rsid w:val="00BA39B1"/>
    <w:rsid w:val="00BC16AB"/>
    <w:rsid w:val="00BC2225"/>
    <w:rsid w:val="00BC79DE"/>
    <w:rsid w:val="00BD3B1A"/>
    <w:rsid w:val="00BF27D4"/>
    <w:rsid w:val="00BF70C0"/>
    <w:rsid w:val="00C07928"/>
    <w:rsid w:val="00C15085"/>
    <w:rsid w:val="00C21F6E"/>
    <w:rsid w:val="00C306A1"/>
    <w:rsid w:val="00C30FF7"/>
    <w:rsid w:val="00C40275"/>
    <w:rsid w:val="00C4265D"/>
    <w:rsid w:val="00C43084"/>
    <w:rsid w:val="00C754FA"/>
    <w:rsid w:val="00C820C1"/>
    <w:rsid w:val="00CA20D7"/>
    <w:rsid w:val="00CA3C1D"/>
    <w:rsid w:val="00CC4F64"/>
    <w:rsid w:val="00CC7100"/>
    <w:rsid w:val="00CD082B"/>
    <w:rsid w:val="00CE2F6F"/>
    <w:rsid w:val="00CE4168"/>
    <w:rsid w:val="00CE7666"/>
    <w:rsid w:val="00D17CEE"/>
    <w:rsid w:val="00D20E36"/>
    <w:rsid w:val="00D37EC1"/>
    <w:rsid w:val="00D5026D"/>
    <w:rsid w:val="00D73576"/>
    <w:rsid w:val="00D82292"/>
    <w:rsid w:val="00D84E70"/>
    <w:rsid w:val="00D87ACA"/>
    <w:rsid w:val="00DA10DA"/>
    <w:rsid w:val="00DC1DB0"/>
    <w:rsid w:val="00DD4881"/>
    <w:rsid w:val="00DE69A7"/>
    <w:rsid w:val="00DF046B"/>
    <w:rsid w:val="00DF558F"/>
    <w:rsid w:val="00E0664F"/>
    <w:rsid w:val="00E15B8E"/>
    <w:rsid w:val="00E4373E"/>
    <w:rsid w:val="00E61E1D"/>
    <w:rsid w:val="00EC1499"/>
    <w:rsid w:val="00EC4653"/>
    <w:rsid w:val="00EC646D"/>
    <w:rsid w:val="00ED23E3"/>
    <w:rsid w:val="00ED6F8C"/>
    <w:rsid w:val="00F27E38"/>
    <w:rsid w:val="00F46F5F"/>
    <w:rsid w:val="00F47BAE"/>
    <w:rsid w:val="00F53C3B"/>
    <w:rsid w:val="00F64CEB"/>
    <w:rsid w:val="00F75E9E"/>
    <w:rsid w:val="00F807F6"/>
    <w:rsid w:val="00F961CC"/>
    <w:rsid w:val="00FA5B44"/>
    <w:rsid w:val="00FA6469"/>
    <w:rsid w:val="00FB1614"/>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931939"/>
  <w15:docId w15:val="{53E086F8-29D3-42C2-AD21-1E1FFC659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rPr>
      <w:rFonts w:ascii="Times New Roman" w:eastAsia="Times New Roman" w:hAnsi="Times New Roman"/>
      <w:sz w:val="24"/>
      <w:lang w:eastAsia="en-US"/>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pPr>
    <w:rPr>
      <w:rFonts w:ascii="Times New Roman" w:eastAsia="Times New Roman" w:hAnsi="Times New Roman" w:cs="Mangal"/>
      <w:szCs w:val="18"/>
      <w:lang w:val="en-US" w:eastAsia="hi-IN" w:bidi="hi-IN"/>
    </w:rPr>
  </w:style>
  <w:style w:type="paragraph" w:styleId="Pataisymai">
    <w:name w:val="Revision"/>
    <w:hidden/>
    <w:uiPriority w:val="99"/>
    <w:semiHidden/>
    <w:rsid w:val="000E7D3B"/>
    <w:rPr>
      <w:rFonts w:ascii="Times New Roman" w:eastAsia="Times New Roman" w:hAnsi="Times New Roman"/>
      <w:sz w:val="24"/>
      <w:lang w:eastAsia="en-US"/>
    </w:rPr>
  </w:style>
  <w:style w:type="table" w:styleId="Lentelstinklelis">
    <w:name w:val="Table Grid"/>
    <w:basedOn w:val="prastojilentel"/>
    <w:uiPriority w:val="59"/>
    <w:rsid w:val="009554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d37a931a05b5425593a30ee28ece7071.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d37a931a05b5425593a30ee28ece7071</Template>
  <TotalTime>5</TotalTime>
  <Pages>1</Pages>
  <Words>851</Words>
  <Characters>486</Characters>
  <Application>Microsoft Office Word</Application>
  <DocSecurity>0</DocSecurity>
  <Lines>4</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TURIZMO TARYBOS SUDĖTIES PATVIRTINIMO</vt:lpstr>
      <vt:lpstr/>
    </vt:vector>
  </TitlesOfParts>
  <Manager>2023-08-24</Manager>
  <Company/>
  <LinksUpToDate>false</LinksUpToDate>
  <CharactersWithSpaces>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TURIZMO TARYBOS SUDĖTIES PATVIRTINIMO</dc:title>
  <dc:subject>T9-162</dc:subject>
  <dc:creator>SKUODO RAJONO SAVIVALDYBĖS TARYBA</dc:creator>
  <cp:keywords/>
  <cp:lastModifiedBy>Sadauskienė, Dalia</cp:lastModifiedBy>
  <cp:revision>5</cp:revision>
  <cp:lastPrinted>2024-09-13T06:33:00Z</cp:lastPrinted>
  <dcterms:created xsi:type="dcterms:W3CDTF">2024-10-24T10:01:00Z</dcterms:created>
  <dcterms:modified xsi:type="dcterms:W3CDTF">2024-10-24T10:06:00Z</dcterms:modified>
  <cp:category>SPRENDIMAS</cp:category>
</cp:coreProperties>
</file>